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136" w:rsidRPr="00854D81" w:rsidRDefault="00860136" w:rsidP="00860136">
      <w:pPr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Bart Moeyaert (Rotraut Susanne Berner)</w:t>
      </w:r>
    </w:p>
    <w:p w:rsidR="00860136" w:rsidRPr="00854D81" w:rsidRDefault="00860136" w:rsidP="00860136">
      <w:pPr>
        <w:tabs>
          <w:tab w:val="num" w:pos="720"/>
        </w:tabs>
        <w:rPr>
          <w:b/>
          <w:sz w:val="28"/>
        </w:rPr>
      </w:pPr>
    </w:p>
    <w:p w:rsidR="00860136" w:rsidRDefault="00860136" w:rsidP="00860136">
      <w:pPr>
        <w:tabs>
          <w:tab w:val="num" w:pos="720"/>
        </w:tabs>
        <w:rPr>
          <w:b/>
          <w:sz w:val="36"/>
        </w:rPr>
      </w:pPr>
      <w:r w:rsidRPr="00854D81">
        <w:rPr>
          <w:b/>
          <w:sz w:val="44"/>
        </w:rPr>
        <w:t>Mut für drei</w:t>
      </w:r>
      <w:r>
        <w:rPr>
          <w:b/>
          <w:sz w:val="44"/>
        </w:rPr>
        <w:t xml:space="preserve"> - </w:t>
      </w:r>
      <w:r w:rsidRPr="00854D81">
        <w:rPr>
          <w:b/>
          <w:sz w:val="44"/>
        </w:rPr>
        <w:t>Eine Grube zum Wohnen</w:t>
      </w:r>
      <w:r>
        <w:rPr>
          <w:b/>
          <w:sz w:val="36"/>
        </w:rPr>
        <w:t xml:space="preserve"> </w:t>
      </w:r>
    </w:p>
    <w:p w:rsidR="00860136" w:rsidRDefault="00860136" w:rsidP="00860136">
      <w:pPr>
        <w:tabs>
          <w:tab w:val="num" w:pos="720"/>
        </w:tabs>
        <w:rPr>
          <w:sz w:val="28"/>
        </w:rPr>
      </w:pPr>
    </w:p>
    <w:p w:rsidR="00860136" w:rsidRPr="00854D81" w:rsidRDefault="00860136" w:rsidP="00860136">
      <w:pPr>
        <w:tabs>
          <w:tab w:val="num" w:pos="720"/>
        </w:tabs>
        <w:spacing w:line="360" w:lineRule="auto"/>
        <w:rPr>
          <w:b/>
          <w:sz w:val="28"/>
        </w:rPr>
      </w:pPr>
      <w:r w:rsidRPr="00854D81">
        <w:rPr>
          <w:sz w:val="28"/>
        </w:rPr>
        <w:t>(Seite 27  bis 49)</w:t>
      </w:r>
    </w:p>
    <w:p w:rsidR="00860136" w:rsidRPr="00854D81" w:rsidRDefault="00860136" w:rsidP="00860136">
      <w:pPr>
        <w:spacing w:line="360" w:lineRule="auto"/>
        <w:rPr>
          <w:b/>
          <w:sz w:val="28"/>
        </w:rPr>
      </w:pPr>
      <w:r w:rsidRPr="00854D81">
        <w:rPr>
          <w:b/>
          <w:sz w:val="28"/>
        </w:rPr>
        <w:t>Eine Grube zwischen dem Salat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Tom macht einen Schritt nach vorn.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stellt sich mitten in seine Grube.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Mit einem Seufzer schaut er zu seinen Füssen.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hat noch viel Arbeit.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Seine Grube ist noch nicht mal knietief.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Sie muss viel tiefer werden.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So tief, wie ein Kind hoch ist.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Dann ist es erst eine richtige Grube.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Tom dreht sich um, ob Mama ihn sehen kann.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Sie steht ein bisschen weiter.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Über den Zaun unterhält sie sich mit der Nachbarin.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Es bewegt sich schon</w:t>
      </w:r>
      <w:r>
        <w:rPr>
          <w:sz w:val="28"/>
        </w:rPr>
        <w:t>»</w:t>
      </w:r>
      <w:r w:rsidRPr="00854D81">
        <w:rPr>
          <w:sz w:val="28"/>
        </w:rPr>
        <w:t>, sagt die Nachbarin.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Sie legt die Hände auf ihren dicken Bauch.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Meins bewegt sich pausenlos</w:t>
      </w:r>
      <w:r>
        <w:rPr>
          <w:sz w:val="28"/>
        </w:rPr>
        <w:t>»</w:t>
      </w:r>
      <w:r w:rsidRPr="00854D81">
        <w:rPr>
          <w:sz w:val="28"/>
        </w:rPr>
        <w:t>, sagt Mama.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Sie deutet mit dem Kinn auf Tom.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Sie schaut zu ihm hin, aber sie sieht ihn nicht.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Pausenlos!</w:t>
      </w:r>
      <w:r>
        <w:rPr>
          <w:sz w:val="28"/>
        </w:rPr>
        <w:t>»</w:t>
      </w:r>
      <w:r w:rsidRPr="00854D81">
        <w:rPr>
          <w:sz w:val="28"/>
        </w:rPr>
        <w:t>, sagt sie noch einmal.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Ich bin`s leid mit dem Jungen.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Sie verdreht die Augen und seufzt.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Tom seufzt auch.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Was ist Mama eigentlich leid?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Sie muss ja nicht graben.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Und er läuft ihr auch nicht vor den Füssen herum.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macht nicht mal Lärm.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lastRenderedPageBreak/>
        <w:t>Tom nimmt seine Schaufel.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Seine Grube wird tiefer als tief, beschließt er.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Ach Kinder</w:t>
      </w:r>
      <w:r>
        <w:rPr>
          <w:sz w:val="28"/>
        </w:rPr>
        <w:t>»</w:t>
      </w:r>
      <w:r w:rsidRPr="00854D81">
        <w:rPr>
          <w:sz w:val="28"/>
        </w:rPr>
        <w:t>, sagt die Nachbarin hinter dem Zaun.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Kinder müssen sich bewegen. So sind sie nun mal.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Tom nickt.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Die Nachbarin hat Recht.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Aber Mama ist anderer Meinung.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Müssen, müssen…</w:t>
      </w:r>
      <w:r>
        <w:rPr>
          <w:sz w:val="28"/>
        </w:rPr>
        <w:t>»</w:t>
      </w:r>
      <w:r w:rsidRPr="00854D81">
        <w:rPr>
          <w:sz w:val="28"/>
        </w:rPr>
        <w:t>, sagt sie.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Was zu viel ist, ist zu viel. Mein Tom …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Sie spricht den Satz nicht zu Ende.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Einen Moment lang bleibt es still.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Du lieber Himmel!</w:t>
      </w:r>
      <w:r>
        <w:rPr>
          <w:sz w:val="28"/>
        </w:rPr>
        <w:t>»</w:t>
      </w:r>
      <w:r w:rsidRPr="00854D81">
        <w:rPr>
          <w:sz w:val="28"/>
        </w:rPr>
        <w:t>,  ist das Nächste, was Tom hört.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Es kommt von ganz nah.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Eine Hand tippt auf seinen Kopf.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Die harte Hand von Mama.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Tom</w:t>
      </w:r>
      <w:r>
        <w:rPr>
          <w:sz w:val="28"/>
        </w:rPr>
        <w:t>»</w:t>
      </w:r>
      <w:r w:rsidRPr="00854D81">
        <w:rPr>
          <w:sz w:val="28"/>
        </w:rPr>
        <w:t>, sagt sie kurz.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Was glaubst du, was du da tust?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Sie wischt sich eine Locke aus dem Gesicht.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Ich grabe</w:t>
      </w:r>
      <w:r>
        <w:rPr>
          <w:sz w:val="28"/>
        </w:rPr>
        <w:t>»</w:t>
      </w:r>
      <w:r w:rsidRPr="00854D81">
        <w:rPr>
          <w:sz w:val="28"/>
        </w:rPr>
        <w:t>, sagt Tom.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 xml:space="preserve"> Ich grabe eine Grube.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Eine Grube?</w:t>
      </w:r>
      <w:r>
        <w:rPr>
          <w:sz w:val="28"/>
        </w:rPr>
        <w:t>»</w:t>
      </w:r>
      <w:r w:rsidRPr="00854D81">
        <w:rPr>
          <w:sz w:val="28"/>
        </w:rPr>
        <w:t>, fragt Mama langsam.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In mein schönes Salatbeet?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Tom erschrickt.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An das Salatbeet hat er nicht gedacht.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Mit grossen Augen schaut er sich um.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Es sind nur noch zwei Salatköpfe übrig.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Der Rest ist Grube und Berg.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Mama findet das schlimm.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Sehr schlimm.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lastRenderedPageBreak/>
        <w:t>«</w:t>
      </w:r>
      <w:r w:rsidRPr="00854D81">
        <w:rPr>
          <w:sz w:val="28"/>
        </w:rPr>
        <w:t>Ich bin es leid</w:t>
      </w:r>
      <w:r>
        <w:rPr>
          <w:sz w:val="28"/>
        </w:rPr>
        <w:t>»</w:t>
      </w:r>
      <w:r w:rsidRPr="00854D81">
        <w:rPr>
          <w:sz w:val="28"/>
        </w:rPr>
        <w:t>, sagt sie.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Nie tust du das, was du tun sollst. Ich will dich nicht mehr sehen.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Du bist das lästigste Kind der Welt.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Sie schnappt nach Luft.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Ihr zitternder Finger deutet zur Straße.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Verschwinde!</w:t>
      </w:r>
      <w:r>
        <w:rPr>
          <w:sz w:val="28"/>
        </w:rPr>
        <w:t>»</w:t>
      </w:r>
      <w:r w:rsidRPr="00854D81">
        <w:rPr>
          <w:sz w:val="28"/>
        </w:rPr>
        <w:t>, sagen ihre Lippen.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Sie machen kein Geräusch dabei.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Tom duckt sich.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So viel Stille von Mama tut weh.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Schweigend geht er rückwärts.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schleicht am Zaun entlang.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nickt der Nachbarin zu.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Dann geht er auf die Straße.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Seine Schaufel zieht er hinter sich her.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Weg!, denkt er.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Mama will mich nie mehr sehen.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Jedenfalls heute nicht mehr.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Gut.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Ich suche einen anderen Platz für meine Grube.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Ich mache darin Stühle aus Erde.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Und ich baue einen Tisch aus Holz.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Meine Grube wird mein neues Zuhause.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Und Mama wird mich nie mehr sehen.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Jedenfalls fast nie mehr.</w:t>
      </w:r>
    </w:p>
    <w:p w:rsidR="00860136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Ich bin sie auch leid.</w:t>
      </w:r>
    </w:p>
    <w:p w:rsidR="00860136" w:rsidRDefault="00860136" w:rsidP="00860136">
      <w:pPr>
        <w:spacing w:line="360" w:lineRule="auto"/>
        <w:rPr>
          <w:sz w:val="28"/>
        </w:rPr>
      </w:pP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b/>
          <w:sz w:val="28"/>
        </w:rPr>
        <w:t>Das Vier-Bäume-Wäldchen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Hinter dem Dorf hält Tom an.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Neben dem Weg stehen vier Bäume.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lastRenderedPageBreak/>
        <w:t>Ein Vier-Bäume-Wäldchen.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Der Wind rauscht in den Blättern.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Auf einem hohen Ast sitzt eine Elster.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Schau an, denkt Tom.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Das Vier-Bäume-Wäldchen ist ein guter Platz.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geht über den Weg.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Unter den Bäumen ist die Erde locker.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Über seinem Kopf ist ein grünes Dach.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Ja, das Wäldchen ist ein sehr guter Platz.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Tom nimmt seine Schaufel.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zeichnet ein Viereck auf den Boden.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So groß muss sein Haus werden.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spuckt in die Hände.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Hopp und los mit der Schaufel!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Aber weiter kommt er nicht.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Irgendwo knackt ein Zweig.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Und Zweige knacken nicht von allein.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Tom schaut nach links und nach rechts und nach oben.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Hat er das richtig gehört?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Es war das trockene Knacken eines Zweiges.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späht nach oben zwischen die Blätter.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Ihm wird schwindlig davon.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Ist da jemand?</w:t>
      </w:r>
      <w:r>
        <w:rPr>
          <w:sz w:val="28"/>
        </w:rPr>
        <w:t>»</w:t>
      </w:r>
      <w:r w:rsidRPr="00854D81">
        <w:rPr>
          <w:sz w:val="28"/>
        </w:rPr>
        <w:t>, ruft er.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Aber es  ist nur der Wind.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Der Wind ist manchmal stark, denkt Tom.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Manchmal bringt er Zweige zum Knacken.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Wie dumm, dass mich das erschreckt hat.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spuckt in die Hände.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Jetzt fängt er wirklich an.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lastRenderedPageBreak/>
        <w:t>Er wirft Erde auf einen Haufen.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reißt Wurzeln heraus.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Die Grube wird schnell tief.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Aber jede Schaufel ist eine Schaufel mehr.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Plopp!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Vor Toms Füssen landet ein Buch.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Ein paar Blätter trudeln hinterher.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Vor Schreck macht er einen Schritt zur Seite.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schaut von dem Buch nach oben.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Dort oben muss jemand sein!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An Bäumen wachsen Blätter.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Aber Bücher?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Sein Herz klopft.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Fast wäre Tom davongelaufen.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Aber er tut es nicht.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Herunterfallende Bücher sind spannend.</w:t>
      </w:r>
    </w:p>
    <w:p w:rsidR="00860136" w:rsidRPr="00854D81" w:rsidRDefault="00860136" w:rsidP="00860136">
      <w:pPr>
        <w:spacing w:line="360" w:lineRule="auto"/>
        <w:rPr>
          <w:sz w:val="28"/>
        </w:rPr>
      </w:pPr>
    </w:p>
    <w:p w:rsidR="00860136" w:rsidRPr="00854D81" w:rsidRDefault="00860136" w:rsidP="00860136">
      <w:pPr>
        <w:spacing w:line="360" w:lineRule="auto"/>
        <w:rPr>
          <w:b/>
          <w:sz w:val="28"/>
        </w:rPr>
      </w:pPr>
      <w:r w:rsidRPr="00854D81">
        <w:rPr>
          <w:b/>
          <w:sz w:val="28"/>
        </w:rPr>
        <w:t>Topgeheim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Tom schaut immer noch nach oben.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Der Hals tut ihm schon weh.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bleibt ganz still.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wagt fast nicht zu atmen.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Die Blätter bewegen sich im Wind.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Die Elster krächzt.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Das ist alles.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Ist da jemand?</w:t>
      </w:r>
      <w:r>
        <w:rPr>
          <w:sz w:val="28"/>
        </w:rPr>
        <w:t>»</w:t>
      </w:r>
      <w:r w:rsidRPr="00854D81">
        <w:rPr>
          <w:sz w:val="28"/>
        </w:rPr>
        <w:t>, ruft Tom.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Seine Stimme zittert.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Die Elster gibt keine Antwort.</w:t>
      </w:r>
      <w:r w:rsidRPr="00854D81">
        <w:rPr>
          <w:sz w:val="28"/>
        </w:rPr>
        <w:br/>
        <w:t>Aber Vögel lesen auch keine Bücher.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lastRenderedPageBreak/>
        <w:t>Das Stillstehen hält Tom nicht durch.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Seine Augen tränen vom langen Starren.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Wer ist da?</w:t>
      </w:r>
      <w:r>
        <w:rPr>
          <w:sz w:val="28"/>
        </w:rPr>
        <w:t>»</w:t>
      </w:r>
      <w:r w:rsidRPr="00854D81">
        <w:rPr>
          <w:sz w:val="28"/>
        </w:rPr>
        <w:t>, ruft er.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wird ein bisschen böse.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Niemand</w:t>
      </w:r>
      <w:r>
        <w:rPr>
          <w:sz w:val="28"/>
        </w:rPr>
        <w:t>»</w:t>
      </w:r>
      <w:r w:rsidRPr="00854D81">
        <w:rPr>
          <w:sz w:val="28"/>
        </w:rPr>
        <w:t>, klingt es genauso böse zurück.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Lass mich in Ruhe!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Es ist, als würde der Baum reden.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Tom weiss nicht, was er denken soll.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Was tust du da oben?</w:t>
      </w:r>
      <w:r>
        <w:rPr>
          <w:sz w:val="28"/>
        </w:rPr>
        <w:t>»</w:t>
      </w:r>
      <w:r w:rsidRPr="00854D81">
        <w:rPr>
          <w:sz w:val="28"/>
        </w:rPr>
        <w:t>, ruft er hinauf.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Nichts</w:t>
      </w:r>
      <w:r>
        <w:rPr>
          <w:sz w:val="28"/>
        </w:rPr>
        <w:t>»</w:t>
      </w:r>
      <w:r w:rsidRPr="00854D81">
        <w:rPr>
          <w:sz w:val="28"/>
        </w:rPr>
        <w:t>, sagt die Stimme.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Es ist geheim.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Topgeheim.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Lass mich in Ruhe!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Tom starrt nach oben.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Sein Herz setzt einen Schlag aus.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Ich …</w:t>
      </w:r>
      <w:r>
        <w:rPr>
          <w:sz w:val="28"/>
        </w:rPr>
        <w:t>»</w:t>
      </w:r>
      <w:r w:rsidRPr="00854D81">
        <w:rPr>
          <w:sz w:val="28"/>
        </w:rPr>
        <w:t>, fängt er an.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Aber die Stimme kommt ihm zuvor.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Wage es ja nicht, heraufzukommen!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Ich sitze hier ganz ruhig.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Ich will allein sein.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Gib mir mein Buch zurück!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Tom schaut nach dem Buch.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hebt es nicht auf.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Die dumme Stimme kann ihn mal.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Topgeheim oder nicht.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Tom nimmt seine Schaufel.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Komm doch und hol dein blödes Buch!</w:t>
      </w:r>
      <w:r>
        <w:rPr>
          <w:sz w:val="28"/>
        </w:rPr>
        <w:t>»</w:t>
      </w:r>
      <w:r w:rsidRPr="00854D81">
        <w:rPr>
          <w:sz w:val="28"/>
        </w:rPr>
        <w:t>, ruft er.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Dann macht er sich wieder an die Arbeit.</w:t>
      </w:r>
    </w:p>
    <w:p w:rsidR="00860136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Seine Grube muss heute noch fertig werden.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lastRenderedPageBreak/>
        <w:t>Er gräbt wie ein Verrückter.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Seine Hände sind beschäftigt.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Aber sein Kopf arbeitet auch.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Was macht die Stimme dort oben?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Kommt sie jetzt ihr Buch holen?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Was ist da so geheim?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Tom möchte es sehr gern wissen.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Etwas später liegt das Buch immer noch da.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Seine Geduld ist zu Ende.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stellt die Schaufel zur Seite.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Schnell nimmt er das Buch.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zögert.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Soll er auf den Baum klettern?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Tom schwingt den Arm.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Eins.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Zwei.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Drei.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Bei drei wirft er das Buch nach oben.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Es verschwindet zwischen den Blättern.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Und fällt nicht zurück.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Danke</w:t>
      </w:r>
      <w:r>
        <w:rPr>
          <w:sz w:val="28"/>
        </w:rPr>
        <w:t>»</w:t>
      </w:r>
      <w:r w:rsidRPr="00854D81">
        <w:rPr>
          <w:sz w:val="28"/>
        </w:rPr>
        <w:t>, sagt die Stimme.</w:t>
      </w:r>
    </w:p>
    <w:p w:rsidR="00860136" w:rsidRPr="00854D81" w:rsidRDefault="00860136" w:rsidP="00860136">
      <w:pPr>
        <w:spacing w:line="360" w:lineRule="auto"/>
        <w:rPr>
          <w:b/>
          <w:sz w:val="28"/>
        </w:rPr>
      </w:pPr>
    </w:p>
    <w:p w:rsidR="00860136" w:rsidRPr="00854D81" w:rsidRDefault="00860136" w:rsidP="00860136">
      <w:pPr>
        <w:spacing w:line="360" w:lineRule="auto"/>
        <w:rPr>
          <w:b/>
          <w:sz w:val="28"/>
        </w:rPr>
      </w:pPr>
      <w:r w:rsidRPr="00854D81">
        <w:rPr>
          <w:b/>
          <w:sz w:val="28"/>
        </w:rPr>
        <w:t>Die Hütte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Toms Mund geht auf.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Zwischen den Blättern erscheint eine rote Socke.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Und noch eine rote Socke.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Wie ein Vorhang schieben sich die Blätter zur Seite.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Mitten im Grün sitzt ein Junge.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Danke</w:t>
      </w:r>
      <w:r>
        <w:rPr>
          <w:sz w:val="28"/>
        </w:rPr>
        <w:t>»</w:t>
      </w:r>
      <w:r w:rsidRPr="00854D81">
        <w:rPr>
          <w:sz w:val="28"/>
        </w:rPr>
        <w:t>, sagt er noch einmal.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lastRenderedPageBreak/>
        <w:t>Tom zieht die Schultern hoch.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Erst jetzt findet er seine Stimme wieder.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Du kannst ruhig weiterlesen</w:t>
      </w:r>
      <w:r>
        <w:rPr>
          <w:sz w:val="28"/>
        </w:rPr>
        <w:t>»</w:t>
      </w:r>
      <w:r w:rsidRPr="00854D81">
        <w:rPr>
          <w:sz w:val="28"/>
        </w:rPr>
        <w:t>, sagt er.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Sitzt du gut dort oben?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Der Junge nickt.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Bis du gekommen bist, schon.</w:t>
      </w:r>
      <w:r w:rsidRPr="00854D81">
        <w:rPr>
          <w:sz w:val="28"/>
        </w:rPr>
        <w:br/>
        <w:t>Was tust du dort unten?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Ich?</w:t>
      </w:r>
      <w:r>
        <w:rPr>
          <w:sz w:val="28"/>
        </w:rPr>
        <w:t>»</w:t>
      </w:r>
      <w:r w:rsidRPr="00854D81">
        <w:rPr>
          <w:sz w:val="28"/>
        </w:rPr>
        <w:t>, sagt Tom.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Ich grabe eine Grube.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 xml:space="preserve">Gleich mache ich Stühle aus Erde hinein. 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Und einen Tisch aus Holz.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Oh</w:t>
      </w:r>
      <w:r>
        <w:rPr>
          <w:sz w:val="28"/>
        </w:rPr>
        <w:t>»</w:t>
      </w:r>
      <w:r w:rsidRPr="00854D81">
        <w:rPr>
          <w:sz w:val="28"/>
        </w:rPr>
        <w:t>, sagt der Junge.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Wofür brauchst du eine Grube?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Um manchmal darin zu wohnen</w:t>
      </w:r>
      <w:r>
        <w:rPr>
          <w:sz w:val="28"/>
        </w:rPr>
        <w:t>»</w:t>
      </w:r>
      <w:r w:rsidRPr="00854D81">
        <w:rPr>
          <w:sz w:val="28"/>
        </w:rPr>
        <w:t>, antwortet Tom.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Meine Mutter ist mich leid.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Und ich bin sie auch leid.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Sie findet, dass ich mich zu viel bewege.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Wirklich?</w:t>
      </w:r>
      <w:r>
        <w:rPr>
          <w:sz w:val="28"/>
        </w:rPr>
        <w:t>»</w:t>
      </w:r>
      <w:r w:rsidRPr="00854D81">
        <w:rPr>
          <w:sz w:val="28"/>
        </w:rPr>
        <w:t>, fragt der Junge.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Es klingt, als würde er Sich-Bewegen nicht besonders schön finden.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Kinder müssen sich bewegen</w:t>
      </w:r>
      <w:r>
        <w:rPr>
          <w:sz w:val="28"/>
        </w:rPr>
        <w:t>»</w:t>
      </w:r>
      <w:r w:rsidRPr="00854D81">
        <w:rPr>
          <w:sz w:val="28"/>
        </w:rPr>
        <w:t>, sagt Tom.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So sind sie nun mal.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Im Baum bleibt es einen Moment still.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Kann gut sein</w:t>
      </w:r>
      <w:r>
        <w:rPr>
          <w:sz w:val="28"/>
        </w:rPr>
        <w:t>»</w:t>
      </w:r>
      <w:r w:rsidRPr="00854D81">
        <w:rPr>
          <w:sz w:val="28"/>
        </w:rPr>
        <w:t>, sagt der Junge dann.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seufzt.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Jetzt klettere ich wieder zu meiner Hütte.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Ist deine Grube bald fertig?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 xml:space="preserve">Tom antwortet nicht. 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hat nur ein Wort gehört.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Hütte!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lastRenderedPageBreak/>
        <w:t>«</w:t>
      </w:r>
      <w:r w:rsidRPr="00854D81">
        <w:rPr>
          <w:sz w:val="28"/>
        </w:rPr>
        <w:t>Hast du dort oben eine Hütte?</w:t>
      </w:r>
      <w:r>
        <w:rPr>
          <w:sz w:val="28"/>
        </w:rPr>
        <w:t>»</w:t>
      </w:r>
      <w:r w:rsidRPr="00854D81">
        <w:rPr>
          <w:sz w:val="28"/>
        </w:rPr>
        <w:t>, fragt er.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Eine geheime Hütte?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Der Junge erschrickt.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schlägt die Hand vor den Mund.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Dem Mund ist das so rausgerutscht.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lässt den Ast los.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Der Vorhang aus Blättern fällt zu.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Die eine rote Socke verschwindet.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Und dann auch die andere.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Weg ist der Junge.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He!</w:t>
      </w:r>
      <w:r>
        <w:rPr>
          <w:sz w:val="28"/>
        </w:rPr>
        <w:t>»</w:t>
      </w:r>
      <w:r w:rsidRPr="00854D81">
        <w:rPr>
          <w:sz w:val="28"/>
        </w:rPr>
        <w:t>, ruft Tom.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Komm zurück!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Ich verrate keinem dein Geheimnis!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Aber der Junge lässt sich nicht mehr sehen.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lässt sich nur noch hören: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Geh weg!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Lass mich in Ruhe!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</w:p>
    <w:p w:rsidR="00860136" w:rsidRPr="00854D81" w:rsidRDefault="00860136" w:rsidP="00860136">
      <w:pPr>
        <w:spacing w:line="360" w:lineRule="auto"/>
        <w:rPr>
          <w:b/>
          <w:sz w:val="28"/>
        </w:rPr>
      </w:pPr>
      <w:r w:rsidRPr="00854D81">
        <w:rPr>
          <w:b/>
          <w:sz w:val="28"/>
        </w:rPr>
        <w:t>Die Grube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Tom stößt einen tiefen Seufzer aus.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Noch einmal rufen hat keinen Sinn.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Der Junge ist sein Geheimnis los.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Darüber würde sich Tom auch ärgern.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lässt traurig die Schultern hängen.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betrachtet seine Grube.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Macht er die nun fertig?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Widerwillig nimmt er die Schaufel.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Eine richtig tiefe Grube ist nicht nötig.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Halb so hoch wie ein Kind reicht auch.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lastRenderedPageBreak/>
        <w:t>Tom stößt die Schaufel in die Erde.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Wieder und wieder.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Die Grube wird tiefer.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Der Berg daneben wird höher.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Manchmal schaut er sich um.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Tausend Augen fühlt er in seinem Rücken.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Aber das bildet er sich nur ein.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Es sind höchstens zwei.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Eine Stunde später ist Tom todmüde.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Seine Hände tun weh.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Sein Hemd ist nass geschwitzt.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Aber er ist stolz auf sich.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Die Grube hat schöne, glatte Wände.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Der Boden ist ein bisschen feucht.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Später wird er etwas drüberlegen.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Das Schönste sind die Stühle.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Einer links und einer rechts.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Sie sind Treppe und Stuhl zugleich.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Es fehlt nur noch der Tisch.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Tom steigt aus der Grube.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stützt sich auf seine Schaufel.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Prima Arbeit, Tom</w:t>
      </w:r>
      <w:r>
        <w:rPr>
          <w:sz w:val="28"/>
        </w:rPr>
        <w:t>»</w:t>
      </w:r>
      <w:r w:rsidRPr="00854D81">
        <w:rPr>
          <w:sz w:val="28"/>
        </w:rPr>
        <w:t>, flüstert er.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Ja, prima Arbeit</w:t>
      </w:r>
      <w:r>
        <w:rPr>
          <w:sz w:val="28"/>
        </w:rPr>
        <w:t>»</w:t>
      </w:r>
      <w:r w:rsidRPr="00854D81">
        <w:rPr>
          <w:sz w:val="28"/>
        </w:rPr>
        <w:t>, hört er plötzlich.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Erschrocken schaut er nach oben.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hat den Jungen ganz vergessen,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verzieht die Lippen zu einem Lächeln.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Ja, nicht wahr?</w:t>
      </w:r>
      <w:r>
        <w:rPr>
          <w:sz w:val="28"/>
        </w:rPr>
        <w:t>»</w:t>
      </w:r>
      <w:r w:rsidRPr="00854D81">
        <w:rPr>
          <w:sz w:val="28"/>
        </w:rPr>
        <w:t>, sagt er stolz.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sieht die roten Socken herunterhängen.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Die Blätter gehen wieder auseinander.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lastRenderedPageBreak/>
        <w:t>Da sitzt der Junge.</w:t>
      </w:r>
    </w:p>
    <w:p w:rsidR="00860136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lacht auch.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Eine tolle Grube ist das.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Was machst du jetzt?</w:t>
      </w:r>
      <w:r>
        <w:rPr>
          <w:sz w:val="28"/>
        </w:rPr>
        <w:t>»</w:t>
      </w:r>
      <w:r w:rsidRPr="00854D81">
        <w:rPr>
          <w:sz w:val="28"/>
        </w:rPr>
        <w:t>, fragt er.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Mein Haus schön machen</w:t>
      </w:r>
      <w:r>
        <w:rPr>
          <w:sz w:val="28"/>
        </w:rPr>
        <w:t>»</w:t>
      </w:r>
      <w:r w:rsidRPr="00854D81">
        <w:rPr>
          <w:sz w:val="28"/>
        </w:rPr>
        <w:t>, sagt Tom.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Es braucht noch einen Tisch und einen Teppich.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Der Boden ist ein bisschen feucht.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Erst jetzt sieht Tom, wie schmutzig er ist.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Seine Hose ist voller Schlamm.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Sein Hemd hat Flecken.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Das wird Mama nicht gefallen.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Ist deine Grube geheim?</w:t>
      </w:r>
      <w:r>
        <w:rPr>
          <w:sz w:val="28"/>
        </w:rPr>
        <w:t>»</w:t>
      </w:r>
      <w:r w:rsidRPr="00854D81">
        <w:rPr>
          <w:sz w:val="28"/>
        </w:rPr>
        <w:t>, fragt der Junge.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Nur für meine Mutter</w:t>
      </w:r>
      <w:r>
        <w:rPr>
          <w:sz w:val="28"/>
        </w:rPr>
        <w:t>»</w:t>
      </w:r>
      <w:r w:rsidRPr="00854D81">
        <w:rPr>
          <w:sz w:val="28"/>
        </w:rPr>
        <w:t>, sagt Tom.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Die darf nicht rein!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Oh!</w:t>
      </w:r>
      <w:r>
        <w:rPr>
          <w:sz w:val="28"/>
        </w:rPr>
        <w:t>»</w:t>
      </w:r>
      <w:r w:rsidRPr="00854D81">
        <w:rPr>
          <w:sz w:val="28"/>
        </w:rPr>
        <w:t xml:space="preserve"> Der Junge nickt.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Mehr sagt er nicht.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schweigt und schaut vor sich hin.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Ist deine Mutter groß?</w:t>
      </w:r>
      <w:r>
        <w:rPr>
          <w:sz w:val="28"/>
        </w:rPr>
        <w:t>»</w:t>
      </w:r>
      <w:r w:rsidRPr="00854D81">
        <w:rPr>
          <w:sz w:val="28"/>
        </w:rPr>
        <w:t>, fragt er plötzlich.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Und hat einen dicken Bauch?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Tom schaut verwundert auf.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Nein, warum?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Ist sie klein und ziemlich dick?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Ja</w:t>
      </w:r>
      <w:r>
        <w:rPr>
          <w:sz w:val="28"/>
        </w:rPr>
        <w:t>»</w:t>
      </w:r>
      <w:r w:rsidRPr="00854D81">
        <w:rPr>
          <w:sz w:val="28"/>
        </w:rPr>
        <w:t>, sagt Tom.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Dann fürchte ich, dass sie gerade kommt.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Ich sehe zwei Frauen auf dem Weg.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Tom erschrickt.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In der Ferne rufen zwei Frauen.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Tom! Tooohom!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Wo bist du?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lastRenderedPageBreak/>
        <w:t>Oh nein!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will Mama nicht sehen!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Was soll er tun?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Plopp!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Vor seinen Füssen landet ein Buch.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Was soll er damit?</w:t>
      </w:r>
    </w:p>
    <w:p w:rsidR="00860136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Tom! Tooohom!</w:t>
      </w:r>
      <w:r>
        <w:rPr>
          <w:sz w:val="28"/>
        </w:rPr>
        <w:t>»</w:t>
      </w:r>
      <w:r w:rsidRPr="00854D81">
        <w:rPr>
          <w:sz w:val="28"/>
        </w:rPr>
        <w:t xml:space="preserve"> Es klingt schon ganz nahe.</w:t>
      </w:r>
    </w:p>
    <w:p w:rsidR="00860136" w:rsidRDefault="00860136" w:rsidP="00860136">
      <w:pPr>
        <w:spacing w:line="360" w:lineRule="auto"/>
        <w:rPr>
          <w:sz w:val="28"/>
        </w:rPr>
      </w:pP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b/>
          <w:sz w:val="28"/>
        </w:rPr>
        <w:t>Besuch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Ach, da bist du!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Mama steht unter den Bäumen.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Die Arme in die Seite gestemmt.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Sie schweigt.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Die Nachbarin stellt sich daneben.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Die Hände auf dem Bauch.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Was tust du hier?</w:t>
      </w:r>
      <w:r>
        <w:rPr>
          <w:sz w:val="28"/>
        </w:rPr>
        <w:t>»</w:t>
      </w:r>
      <w:r w:rsidRPr="00854D81">
        <w:rPr>
          <w:sz w:val="28"/>
        </w:rPr>
        <w:t>, fragt sie.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Ganz langsam schaut Tom hoch.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macht eine gelangweilte Bewegung.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Das Buch in seinen Händen ist spannend.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will nicht gestört werden.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Lass mich in Ruhe!</w:t>
      </w:r>
      <w:r>
        <w:rPr>
          <w:sz w:val="28"/>
        </w:rPr>
        <w:t>»</w:t>
      </w:r>
      <w:r w:rsidRPr="00854D81">
        <w:rPr>
          <w:sz w:val="28"/>
        </w:rPr>
        <w:t>, sagt er.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Gerade war es hier so still.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Mama weiss nicht, was sie denken soll.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Sie schaut die Nachbarin fragend an.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Hast du nicht gehört, Mama?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Ich will allein sein, ganz ruhig.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Komm bloß nicht hierher!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Mama macht den Mund auf.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Dann stößt die Nachbarin sie an.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lastRenderedPageBreak/>
        <w:t>«</w:t>
      </w:r>
      <w:r w:rsidRPr="00854D81">
        <w:rPr>
          <w:sz w:val="28"/>
        </w:rPr>
        <w:t>Ich meine</w:t>
      </w:r>
      <w:r>
        <w:rPr>
          <w:sz w:val="28"/>
        </w:rPr>
        <w:t>»</w:t>
      </w:r>
      <w:r w:rsidRPr="00854D81">
        <w:rPr>
          <w:sz w:val="28"/>
        </w:rPr>
        <w:t>, sagt sie schnell.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Zu Hause kannst du doch auch gemütlich lesen?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Mein Schatz</w:t>
      </w:r>
      <w:r>
        <w:rPr>
          <w:sz w:val="28"/>
        </w:rPr>
        <w:t>»</w:t>
      </w:r>
      <w:r w:rsidRPr="00854D81">
        <w:rPr>
          <w:sz w:val="28"/>
        </w:rPr>
        <w:t>, fügt sie hinzu.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Dort ist keine Grube</w:t>
      </w:r>
      <w:r>
        <w:rPr>
          <w:sz w:val="28"/>
        </w:rPr>
        <w:t>»</w:t>
      </w:r>
      <w:r w:rsidRPr="00854D81">
        <w:rPr>
          <w:sz w:val="28"/>
        </w:rPr>
        <w:t>, sagt Tom spitz.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Dort ist es nie still.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Oh!</w:t>
      </w:r>
      <w:r>
        <w:rPr>
          <w:sz w:val="28"/>
        </w:rPr>
        <w:t>»</w:t>
      </w:r>
      <w:r w:rsidRPr="00854D81">
        <w:rPr>
          <w:sz w:val="28"/>
        </w:rPr>
        <w:t>, sagt Mama.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Sie macht einen Schritt zurück.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Die Nachbarin folgt ihr.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Tom schlägt sein Buch wieder auf.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tut, als würde er lesen.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Kurz darauf schaut er hoch.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Mama und die Nachbarin sind weg.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Über seinem Kopf keucht jemand vor Lachen.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Tom muss auch lachen.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Schrecklich lachen.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Er kommt fast nicht aus seiner Grube.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Wovon handelt das Buch?</w:t>
      </w:r>
      <w:r>
        <w:rPr>
          <w:sz w:val="28"/>
        </w:rPr>
        <w:t>»</w:t>
      </w:r>
      <w:r w:rsidRPr="00854D81">
        <w:rPr>
          <w:sz w:val="28"/>
        </w:rPr>
        <w:t>, fragt er prustend.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Erzähl ich dir gleich</w:t>
      </w:r>
      <w:r>
        <w:rPr>
          <w:sz w:val="28"/>
        </w:rPr>
        <w:t>»</w:t>
      </w:r>
      <w:r w:rsidRPr="00854D81">
        <w:rPr>
          <w:sz w:val="28"/>
        </w:rPr>
        <w:t>, kichert der Junge.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Kommst du zu mir auf Besuch?</w:t>
      </w:r>
      <w:r>
        <w:rPr>
          <w:sz w:val="28"/>
        </w:rPr>
        <w:t>»</w:t>
      </w:r>
      <w:r w:rsidRPr="00854D81">
        <w:rPr>
          <w:sz w:val="28"/>
        </w:rPr>
        <w:t>, fragt Tom.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Ja, sofort.</w:t>
      </w:r>
      <w:r>
        <w:rPr>
          <w:sz w:val="28"/>
        </w:rPr>
        <w:t>»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Der Junge wirft eine Strickleiter herunter.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Wenig später steht er unten.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Hallo, ich bin Bas</w:t>
      </w:r>
      <w:r>
        <w:rPr>
          <w:sz w:val="28"/>
        </w:rPr>
        <w:t>»</w:t>
      </w:r>
      <w:r w:rsidRPr="00854D81">
        <w:rPr>
          <w:sz w:val="28"/>
        </w:rPr>
        <w:t>, sagt er.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>
        <w:rPr>
          <w:sz w:val="28"/>
        </w:rPr>
        <w:t>«</w:t>
      </w:r>
      <w:r w:rsidRPr="00854D81">
        <w:rPr>
          <w:sz w:val="28"/>
        </w:rPr>
        <w:t>Ich bin Tom.</w:t>
      </w:r>
    </w:p>
    <w:p w:rsidR="00860136" w:rsidRPr="00854D81" w:rsidRDefault="00860136" w:rsidP="00860136">
      <w:pPr>
        <w:spacing w:line="360" w:lineRule="auto"/>
        <w:rPr>
          <w:sz w:val="28"/>
        </w:rPr>
      </w:pPr>
      <w:r w:rsidRPr="00854D81">
        <w:rPr>
          <w:sz w:val="28"/>
        </w:rPr>
        <w:t>Komm doch rein!</w:t>
      </w:r>
      <w:r>
        <w:rPr>
          <w:sz w:val="28"/>
        </w:rPr>
        <w:t>»</w:t>
      </w:r>
    </w:p>
    <w:sectPr w:rsidR="00860136" w:rsidRPr="00854D81" w:rsidSect="00860136">
      <w:footerReference w:type="even" r:id="rId7"/>
      <w:footerReference w:type="default" r:id="rId8"/>
      <w:pgSz w:w="11900" w:h="16840"/>
      <w:pgMar w:top="1276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2A2E" w:rsidRDefault="00702A2E">
      <w:r>
        <w:separator/>
      </w:r>
    </w:p>
  </w:endnote>
  <w:endnote w:type="continuationSeparator" w:id="0">
    <w:p w:rsidR="00702A2E" w:rsidRDefault="00702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136" w:rsidRDefault="00860136" w:rsidP="00860136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702A2E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:rsidR="00860136" w:rsidRDefault="0086013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136" w:rsidRDefault="00860136" w:rsidP="00860136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702A2E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separate"/>
    </w:r>
    <w:r>
      <w:rPr>
        <w:rStyle w:val="Seitenzahl"/>
        <w:noProof/>
      </w:rPr>
      <w:t>13</w:t>
    </w:r>
    <w:r>
      <w:rPr>
        <w:rStyle w:val="Seitenzahl"/>
      </w:rPr>
      <w:fldChar w:fldCharType="end"/>
    </w:r>
  </w:p>
  <w:p w:rsidR="00860136" w:rsidRDefault="0086013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2A2E" w:rsidRDefault="00702A2E">
      <w:r>
        <w:separator/>
      </w:r>
    </w:p>
  </w:footnote>
  <w:footnote w:type="continuationSeparator" w:id="0">
    <w:p w:rsidR="00702A2E" w:rsidRDefault="00702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70.5pt;height:50.25pt" o:bullet="t">
        <v:imagedata r:id="rId1" o:title="bege_icon_e_rgb_25mm"/>
      </v:shape>
    </w:pict>
  </w:numPicBullet>
  <w:abstractNum w:abstractNumId="0" w15:restartNumberingAfterBreak="0">
    <w:nsid w:val="FFFFFF1D"/>
    <w:multiLevelType w:val="multilevel"/>
    <w:tmpl w:val="211C8E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A13F28"/>
    <w:multiLevelType w:val="hybridMultilevel"/>
    <w:tmpl w:val="7EBA47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512162"/>
    <w:multiLevelType w:val="hybridMultilevel"/>
    <w:tmpl w:val="E9D430D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2CEA"/>
    <w:rsid w:val="00702A2E"/>
    <w:rsid w:val="00860136"/>
    <w:rsid w:val="009A1B07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F35E2DF-D34A-4409-85B1-A2C3160CC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B7D56"/>
    <w:rPr>
      <w:sz w:val="24"/>
      <w:szCs w:val="24"/>
      <w:lang w:eastAsia="en-US"/>
    </w:rPr>
  </w:style>
  <w:style w:type="character" w:default="1" w:styleId="Absatz-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table" w:styleId="Tabellenraster">
    <w:name w:val="Table Grid"/>
    <w:basedOn w:val="NormaleTabelle"/>
    <w:uiPriority w:val="59"/>
    <w:rsid w:val="004A2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semiHidden/>
    <w:unhideWhenUsed/>
    <w:rsid w:val="00D56581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uiPriority w:val="99"/>
    <w:semiHidden/>
    <w:rsid w:val="00D56581"/>
    <w:rPr>
      <w:sz w:val="24"/>
      <w:szCs w:val="24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D5658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3510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C93510"/>
    <w:rPr>
      <w:rFonts w:ascii="Lucida Grande" w:hAnsi="Lucida Grande"/>
      <w:sz w:val="18"/>
      <w:szCs w:val="18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etopfirter:Documents:tutti:Bewegte%20Geschichten_12:geschichten%20fundus_BG:Geschichten_Klassierung_Vorlage_BG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Geschichten_Klassierung_Vorlage_BG.dot</Template>
  <TotalTime>0</TotalTime>
  <Pages>13</Pages>
  <Words>1536</Words>
  <Characters>9681</Characters>
  <Application>Microsoft Office Word</Application>
  <DocSecurity>0</DocSecurity>
  <Lines>80</Lines>
  <Paragraphs>22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Tranquilla Trampeltreu,</vt:lpstr>
      <vt:lpstr>Tranquilla Trampeltreu,</vt:lpstr>
    </vt:vector>
  </TitlesOfParts>
  <Company>reto pfirter</Company>
  <LinksUpToDate>false</LinksUpToDate>
  <CharactersWithSpaces>11195</CharactersWithSpaces>
  <SharedDoc>false</SharedDoc>
  <HLinks>
    <vt:vector size="6" baseType="variant">
      <vt:variant>
        <vt:i4>6684797</vt:i4>
      </vt:variant>
      <vt:variant>
        <vt:i4>13264</vt:i4>
      </vt:variant>
      <vt:variant>
        <vt:i4>1025</vt:i4>
      </vt:variant>
      <vt:variant>
        <vt:i4>1</vt:i4>
      </vt:variant>
      <vt:variant>
        <vt:lpwstr>bege_icon_e_rgb_25mm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Tranquilla Trampeltreu,</dc:title>
  <dc:subject/>
  <dc:creator>Reto Pfirter</dc:creator>
  <cp:keywords/>
  <cp:lastModifiedBy>stoeff</cp:lastModifiedBy>
  <cp:revision>2</cp:revision>
  <dcterms:created xsi:type="dcterms:W3CDTF">2018-07-20T14:23:00Z</dcterms:created>
  <dcterms:modified xsi:type="dcterms:W3CDTF">2018-07-20T14:23:00Z</dcterms:modified>
</cp:coreProperties>
</file>