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F95" w:rsidRDefault="00D76F95" w:rsidP="00D76F95">
      <w:pPr>
        <w:rPr>
          <w:b/>
          <w:sz w:val="28"/>
        </w:rPr>
      </w:pPr>
      <w:r w:rsidRPr="00D60346">
        <w:rPr>
          <w:b/>
          <w:sz w:val="28"/>
        </w:rPr>
        <w:t xml:space="preserve">Klaus </w:t>
      </w:r>
      <w:proofErr w:type="spellStart"/>
      <w:r w:rsidRPr="00D60346">
        <w:rPr>
          <w:b/>
          <w:sz w:val="28"/>
        </w:rPr>
        <w:t>Baumgart</w:t>
      </w:r>
      <w:proofErr w:type="spellEnd"/>
      <w:r w:rsidRPr="00D60346">
        <w:rPr>
          <w:b/>
          <w:sz w:val="28"/>
        </w:rPr>
        <w:t xml:space="preserve"> / Til Schweiger</w:t>
      </w:r>
    </w:p>
    <w:p w:rsidR="00D76F95" w:rsidRDefault="00D76F95" w:rsidP="00D76F95">
      <w:pPr>
        <w:rPr>
          <w:b/>
          <w:sz w:val="28"/>
        </w:rPr>
      </w:pPr>
    </w:p>
    <w:p w:rsidR="00D76F95" w:rsidRPr="00A36DF4" w:rsidRDefault="00D76F95" w:rsidP="00D76F95">
      <w:pPr>
        <w:rPr>
          <w:b/>
          <w:sz w:val="44"/>
        </w:rPr>
      </w:pPr>
      <w:proofErr w:type="spellStart"/>
      <w:r w:rsidRPr="00A36DF4">
        <w:rPr>
          <w:b/>
          <w:sz w:val="44"/>
        </w:rPr>
        <w:t>Keinohrhase</w:t>
      </w:r>
      <w:proofErr w:type="spellEnd"/>
      <w:r w:rsidRPr="00A36DF4">
        <w:rPr>
          <w:b/>
          <w:sz w:val="44"/>
        </w:rPr>
        <w:t xml:space="preserve"> und Zweiohrküken</w:t>
      </w:r>
    </w:p>
    <w:p w:rsidR="00D76F95" w:rsidRDefault="00D76F95" w:rsidP="00D76F95">
      <w:pPr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Es gibt Hasen,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die haben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dicke,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dünne,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lange,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kurze,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eckige,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runde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oder geknickte Ohren.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Und es gibt einen Hasen, der hat keine Ohren.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Er kann alles, was ein Hase können muss.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In Windeseile von hier nach da …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… und von da nach hier rennen.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Er kann genauso hoch springen wie die anderen Hasen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und genauso tiefe Löcher buddeln wie sie.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kann auch in null Komma nichts einen riesigen Berg Karotten wegraspeln und beim Versteckenspielen ist er sogar der Beste.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sym w:font="Wingdings" w:char="F0E0"/>
      </w:r>
      <w:r w:rsidRPr="00A36DF4">
        <w:rPr>
          <w:sz w:val="28"/>
        </w:rPr>
        <w:t xml:space="preserve"> Hase </w:t>
      </w:r>
      <w:r w:rsidRPr="00A36DF4">
        <w:rPr>
          <w:sz w:val="28"/>
        </w:rPr>
        <w:sym w:font="Wingdings" w:char="F0E0"/>
      </w:r>
      <w:proofErr w:type="spellStart"/>
      <w:r w:rsidRPr="00A36DF4">
        <w:rPr>
          <w:sz w:val="28"/>
        </w:rPr>
        <w:t>Keinohrhase</w:t>
      </w:r>
      <w:proofErr w:type="spellEnd"/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Trotzdem will keiner der anderen sein Freund sein.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Denn ein richtiger Hase hat Ohren, sagen sie.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Selbst der Fuchs rennt ihm nicht hinterher. Er jagt nur Hasen mit Ohren.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ist darum oft allein.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Aber eines Tages findet 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ein Ei.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Er hängt überall Zettel auf: </w:t>
      </w:r>
      <w:r>
        <w:rPr>
          <w:sz w:val="28"/>
        </w:rPr>
        <w:t>«</w:t>
      </w:r>
      <w:r w:rsidRPr="00A36DF4">
        <w:rPr>
          <w:sz w:val="28"/>
        </w:rPr>
        <w:t>Ei gefunden!</w:t>
      </w:r>
      <w:r>
        <w:rPr>
          <w:sz w:val="28"/>
        </w:rPr>
        <w:t>»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Die andern Hasen lachen über ihn:</w:t>
      </w:r>
    </w:p>
    <w:p w:rsidR="00D76F95" w:rsidRPr="00A36DF4" w:rsidRDefault="00D76F95" w:rsidP="00D76F95">
      <w:pPr>
        <w:spacing w:line="360" w:lineRule="auto"/>
        <w:rPr>
          <w:sz w:val="28"/>
        </w:rPr>
      </w:pPr>
      <w:r>
        <w:rPr>
          <w:sz w:val="28"/>
        </w:rPr>
        <w:t>«</w:t>
      </w:r>
      <w:r w:rsidRPr="00A36DF4">
        <w:rPr>
          <w:sz w:val="28"/>
        </w:rPr>
        <w:t xml:space="preserve">Jetzt hat 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auch noch ein Ei gelegt!</w:t>
      </w:r>
      <w:r>
        <w:rPr>
          <w:sz w:val="28"/>
        </w:rPr>
        <w:t>»</w:t>
      </w:r>
    </w:p>
    <w:p w:rsidR="00D76F95" w:rsidRPr="00A36DF4" w:rsidRDefault="00D76F95" w:rsidP="00D76F95">
      <w:pPr>
        <w:spacing w:line="360" w:lineRule="auto"/>
        <w:rPr>
          <w:sz w:val="28"/>
        </w:rPr>
      </w:pPr>
      <w:r>
        <w:rPr>
          <w:sz w:val="28"/>
        </w:rPr>
        <w:t>«</w:t>
      </w:r>
      <w:r w:rsidRPr="00A36DF4">
        <w:rPr>
          <w:sz w:val="28"/>
        </w:rPr>
        <w:t>Blödhasen</w:t>
      </w:r>
      <w:r>
        <w:rPr>
          <w:sz w:val="28"/>
        </w:rPr>
        <w:t>»</w:t>
      </w:r>
      <w:r w:rsidRPr="00A36DF4">
        <w:rPr>
          <w:sz w:val="28"/>
        </w:rPr>
        <w:t xml:space="preserve">, denkt 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>, trottet nach Hause und wartet, ob sich jemand meldet. Aber nichts passiert.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Einmal klingelt es, doch da ist 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gerade beschäftigt.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Er bringt das Ei zum Fundbüro.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Doch niemand vermisst das Ei.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>
        <w:rPr>
          <w:sz w:val="28"/>
        </w:rPr>
        <w:t>«</w:t>
      </w:r>
      <w:r w:rsidRPr="00A36DF4">
        <w:rPr>
          <w:sz w:val="28"/>
        </w:rPr>
        <w:t>Aber du hast anscheinend ein paar Ohren verloren. Wenn welche abgegeben werden, sagen wir dir Bescheid!</w:t>
      </w:r>
      <w:r>
        <w:rPr>
          <w:sz w:val="28"/>
        </w:rPr>
        <w:t>»</w:t>
      </w:r>
      <w:r w:rsidRPr="00A36DF4">
        <w:rPr>
          <w:sz w:val="28"/>
        </w:rPr>
        <w:t>, sagt der Mann hinter dem Schreibtisch und grinst.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>
        <w:rPr>
          <w:sz w:val="28"/>
        </w:rPr>
        <w:t>«</w:t>
      </w:r>
      <w:r w:rsidRPr="00A36DF4">
        <w:rPr>
          <w:sz w:val="28"/>
        </w:rPr>
        <w:t>Blödmann</w:t>
      </w:r>
      <w:r>
        <w:rPr>
          <w:sz w:val="28"/>
        </w:rPr>
        <w:t>»</w:t>
      </w:r>
      <w:r w:rsidRPr="00A36DF4">
        <w:rPr>
          <w:sz w:val="28"/>
        </w:rPr>
        <w:t xml:space="preserve">, denkt 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>, nimmt das Ei und geht wieder nach Hause.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Dort findet er heraus, dass Tiere, die aus Eiern schlüpfen, so winzige Ohren haben, dass man sie nicht sehen kann. (Küken, Krokodil, Eidechse)</w:t>
      </w:r>
    </w:p>
    <w:p w:rsidR="00D76F95" w:rsidRPr="00A36DF4" w:rsidRDefault="00D76F95" w:rsidP="00D76F95">
      <w:pPr>
        <w:spacing w:line="360" w:lineRule="auto"/>
        <w:rPr>
          <w:sz w:val="28"/>
        </w:rPr>
      </w:pPr>
      <w:r>
        <w:rPr>
          <w:sz w:val="28"/>
        </w:rPr>
        <w:t>«</w:t>
      </w:r>
      <w:r w:rsidRPr="00A36DF4">
        <w:rPr>
          <w:sz w:val="28"/>
        </w:rPr>
        <w:t>Toll!</w:t>
      </w:r>
      <w:r>
        <w:rPr>
          <w:sz w:val="28"/>
        </w:rPr>
        <w:t>»</w:t>
      </w:r>
      <w:r w:rsidRPr="00A36DF4">
        <w:rPr>
          <w:sz w:val="28"/>
        </w:rPr>
        <w:t xml:space="preserve">, denkt er, </w:t>
      </w:r>
      <w:r>
        <w:rPr>
          <w:sz w:val="28"/>
        </w:rPr>
        <w:t>«</w:t>
      </w:r>
      <w:r w:rsidRPr="00A36DF4">
        <w:rPr>
          <w:sz w:val="28"/>
        </w:rPr>
        <w:t>das Tier aus dem Ei wird mich nicht auslachen!</w:t>
      </w:r>
      <w:r>
        <w:rPr>
          <w:sz w:val="28"/>
        </w:rPr>
        <w:t>»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Von diesem Tag an lässt 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das Ei nicht mehr allein.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Er liest ihm aus seinem Lieblingsbuch vor,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bringt ihm das Schwimmen bei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und zeigt ihm die neuste Mode.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proofErr w:type="gramStart"/>
      <w:r w:rsidRPr="00A36DF4">
        <w:rPr>
          <w:sz w:val="28"/>
        </w:rPr>
        <w:t>Abends sieht</w:t>
      </w:r>
      <w:proofErr w:type="gramEnd"/>
      <w:r w:rsidRPr="00A36DF4">
        <w:rPr>
          <w:sz w:val="28"/>
        </w:rPr>
        <w:t xml:space="preserve"> er sich zusammen mit dem Ei aufregende Krimis an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und ist froh, dass er danach nicht alleine einschlafen muss.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passt auf,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dass sich das Ei nicht erkältet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und sorgt dafür, dass es immer genug frische Luft bekommt.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Das Ei wird von Tag zu Tag </w:t>
      </w:r>
      <w:proofErr w:type="spellStart"/>
      <w:r w:rsidRPr="00A36DF4">
        <w:rPr>
          <w:sz w:val="28"/>
        </w:rPr>
        <w:t>grösser</w:t>
      </w:r>
      <w:proofErr w:type="spellEnd"/>
      <w:r w:rsidRPr="00A36DF4">
        <w:rPr>
          <w:sz w:val="28"/>
        </w:rPr>
        <w:t>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Für den </w:t>
      </w:r>
      <w:proofErr w:type="spellStart"/>
      <w:r w:rsidRPr="00A36DF4">
        <w:rPr>
          <w:sz w:val="28"/>
        </w:rPr>
        <w:t>Keinohrhasen</w:t>
      </w:r>
      <w:proofErr w:type="spellEnd"/>
      <w:r w:rsidRPr="00A36DF4">
        <w:rPr>
          <w:sz w:val="28"/>
        </w:rPr>
        <w:t xml:space="preserve"> wird es immer schwerer, es mitzunehmen.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Und dann passiert es …</w:t>
      </w:r>
    </w:p>
    <w:p w:rsidR="00D76F95" w:rsidRPr="00A36DF4" w:rsidRDefault="00D76F95" w:rsidP="00D76F95">
      <w:pPr>
        <w:spacing w:line="360" w:lineRule="auto"/>
        <w:rPr>
          <w:sz w:val="28"/>
        </w:rPr>
      </w:pPr>
      <w:r>
        <w:rPr>
          <w:sz w:val="28"/>
        </w:rPr>
        <w:t>«</w:t>
      </w:r>
      <w:r w:rsidRPr="00A36DF4">
        <w:rPr>
          <w:sz w:val="28"/>
        </w:rPr>
        <w:t xml:space="preserve">Au </w:t>
      </w:r>
      <w:proofErr w:type="spellStart"/>
      <w:r w:rsidRPr="00A36DF4">
        <w:rPr>
          <w:sz w:val="28"/>
        </w:rPr>
        <w:t>weia</w:t>
      </w:r>
      <w:proofErr w:type="spellEnd"/>
      <w:r w:rsidRPr="00A36DF4">
        <w:rPr>
          <w:sz w:val="28"/>
        </w:rPr>
        <w:t>!</w:t>
      </w:r>
      <w:r>
        <w:rPr>
          <w:sz w:val="28"/>
        </w:rPr>
        <w:t>»</w:t>
      </w:r>
      <w:r w:rsidRPr="00A36DF4">
        <w:rPr>
          <w:sz w:val="28"/>
        </w:rPr>
        <w:t xml:space="preserve">, denkt 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>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Vor ihm steht ein Küken und sieht ihn ganz verdattert an.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>
        <w:rPr>
          <w:sz w:val="28"/>
        </w:rPr>
        <w:t>«</w:t>
      </w:r>
      <w:r w:rsidRPr="00A36DF4">
        <w:rPr>
          <w:sz w:val="28"/>
        </w:rPr>
        <w:t>Ein Küken mit zwei Ohren?</w:t>
      </w:r>
      <w:r>
        <w:rPr>
          <w:sz w:val="28"/>
        </w:rPr>
        <w:t>»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ist enttäuscht.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Aber das Küken sagt ganz leise </w:t>
      </w:r>
      <w:r>
        <w:rPr>
          <w:sz w:val="28"/>
        </w:rPr>
        <w:t>«</w:t>
      </w:r>
      <w:r w:rsidRPr="00A36DF4">
        <w:rPr>
          <w:sz w:val="28"/>
        </w:rPr>
        <w:t>Piep!</w:t>
      </w:r>
      <w:r>
        <w:rPr>
          <w:sz w:val="28"/>
        </w:rPr>
        <w:t>»</w:t>
      </w:r>
      <w:r w:rsidRPr="00A36DF4">
        <w:rPr>
          <w:sz w:val="28"/>
        </w:rPr>
        <w:t xml:space="preserve"> und umarmt ihn.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Von nun an sind der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und das Zweiohrküken die besten Freunde.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 xml:space="preserve">Und dem </w:t>
      </w:r>
      <w:proofErr w:type="spellStart"/>
      <w:r w:rsidRPr="00A36DF4">
        <w:rPr>
          <w:sz w:val="28"/>
        </w:rPr>
        <w:t>Keinohrhasen</w:t>
      </w:r>
      <w:proofErr w:type="spellEnd"/>
      <w:r w:rsidRPr="00A36DF4">
        <w:rPr>
          <w:sz w:val="28"/>
        </w:rPr>
        <w:t xml:space="preserve"> ist es </w:t>
      </w:r>
      <w:proofErr w:type="spellStart"/>
      <w:r w:rsidRPr="00A36DF4">
        <w:rPr>
          <w:sz w:val="28"/>
        </w:rPr>
        <w:t>pupsegal</w:t>
      </w:r>
      <w:proofErr w:type="spellEnd"/>
      <w:r w:rsidRPr="00A36DF4">
        <w:rPr>
          <w:sz w:val="28"/>
        </w:rPr>
        <w:t>,</w:t>
      </w: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ob er Ohren hat oder nicht.</w:t>
      </w:r>
    </w:p>
    <w:p w:rsidR="00D76F95" w:rsidRPr="00A36DF4" w:rsidRDefault="00D76F95" w:rsidP="00D76F95">
      <w:pPr>
        <w:spacing w:line="360" w:lineRule="auto"/>
        <w:rPr>
          <w:sz w:val="28"/>
        </w:rPr>
      </w:pPr>
    </w:p>
    <w:p w:rsidR="00D76F95" w:rsidRPr="00A36DF4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t>Nur das Versteckenspielen klappt nicht mehr so gut!</w:t>
      </w:r>
    </w:p>
    <w:p w:rsidR="00D76F95" w:rsidRPr="00D60346" w:rsidRDefault="00D76F95" w:rsidP="00D76F95">
      <w:pPr>
        <w:spacing w:line="360" w:lineRule="auto"/>
        <w:rPr>
          <w:sz w:val="28"/>
        </w:rPr>
      </w:pPr>
      <w:r w:rsidRPr="00A36DF4">
        <w:rPr>
          <w:sz w:val="28"/>
        </w:rPr>
        <w:sym w:font="Wingdings" w:char="F0E0"/>
      </w:r>
      <w:r w:rsidRPr="00A36DF4">
        <w:rPr>
          <w:sz w:val="28"/>
        </w:rPr>
        <w:t xml:space="preserve"> </w:t>
      </w:r>
      <w:proofErr w:type="spellStart"/>
      <w:r w:rsidRPr="00A36DF4">
        <w:rPr>
          <w:sz w:val="28"/>
        </w:rPr>
        <w:t>Keinohrhase</w:t>
      </w:r>
      <w:proofErr w:type="spellEnd"/>
      <w:r w:rsidRPr="00A36DF4">
        <w:rPr>
          <w:sz w:val="28"/>
        </w:rPr>
        <w:t xml:space="preserve"> </w:t>
      </w:r>
      <w:r w:rsidRPr="00A36DF4">
        <w:rPr>
          <w:sz w:val="28"/>
        </w:rPr>
        <w:sym w:font="Wingdings" w:char="F0E0"/>
      </w:r>
      <w:r w:rsidRPr="00A36DF4">
        <w:rPr>
          <w:sz w:val="28"/>
        </w:rPr>
        <w:t xml:space="preserve"> Zweiohrküken</w:t>
      </w:r>
    </w:p>
    <w:sectPr w:rsidR="00D76F95" w:rsidRPr="00D60346" w:rsidSect="00D76F95">
      <w:footerReference w:type="even" r:id="rId7"/>
      <w:footerReference w:type="default" r:id="rId8"/>
      <w:pgSz w:w="11900" w:h="16840"/>
      <w:pgMar w:top="1276" w:right="1417" w:bottom="1134" w:left="1417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F95" w:rsidRDefault="00D76F95">
      <w:r>
        <w:separator/>
      </w:r>
    </w:p>
  </w:endnote>
  <w:endnote w:type="continuationSeparator" w:id="0">
    <w:p w:rsidR="00D76F95" w:rsidRDefault="00D76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F95" w:rsidRDefault="00D76F95" w:rsidP="00D76F9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91AA3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D76F95" w:rsidRDefault="00D76F95">
    <w:pPr>
      <w:pStyle w:val="Fuzeil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F95" w:rsidRDefault="00D76F95" w:rsidP="00D76F9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91AA3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 w:rsidR="00C91AA3">
      <w:rPr>
        <w:rStyle w:val="Seitenzahl"/>
        <w:noProof/>
      </w:rPr>
      <w:t>3</w:t>
    </w:r>
    <w:r>
      <w:rPr>
        <w:rStyle w:val="Seitenzahl"/>
      </w:rPr>
      <w:fldChar w:fldCharType="end"/>
    </w:r>
  </w:p>
  <w:p w:rsidR="00D76F95" w:rsidRDefault="00D76F95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F95" w:rsidRDefault="00D76F95">
      <w:r>
        <w:separator/>
      </w:r>
    </w:p>
  </w:footnote>
  <w:footnote w:type="continuationSeparator" w:id="0">
    <w:p w:rsidR="00D76F95" w:rsidRDefault="00D76F95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71.15pt;height:50.25pt" o:bullet="t">
        <v:imagedata r:id="rId1" o:title="bege_icon_e_rgb_25mm"/>
      </v:shape>
    </w:pict>
  </w:numPicBullet>
  <w:abstractNum w:abstractNumId="0">
    <w:nsid w:val="FFFFFF1D"/>
    <w:multiLevelType w:val="multilevel"/>
    <w:tmpl w:val="2B70F2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A13F28"/>
    <w:multiLevelType w:val="hybridMultilevel"/>
    <w:tmpl w:val="7EBA47B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12162"/>
    <w:multiLevelType w:val="hybridMultilevel"/>
    <w:tmpl w:val="E9D430D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62CEA"/>
    <w:rsid w:val="00C91AA3"/>
    <w:rsid w:val="00D76F95"/>
  </w:rsids>
  <m:mathPr>
    <m:mathFont m:val="Genev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D56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4A23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semiHidden/>
    <w:unhideWhenUsed/>
    <w:rsid w:val="00D56581"/>
    <w:pPr>
      <w:tabs>
        <w:tab w:val="center" w:pos="4536"/>
        <w:tab w:val="right" w:pos="9072"/>
      </w:tabs>
    </w:pPr>
    <w:rPr>
      <w:lang/>
    </w:rPr>
  </w:style>
  <w:style w:type="character" w:customStyle="1" w:styleId="FuzeileZeichen">
    <w:name w:val="Fußzeile Zeichen"/>
    <w:link w:val="Fuzeile"/>
    <w:uiPriority w:val="99"/>
    <w:semiHidden/>
    <w:rsid w:val="00D56581"/>
    <w:rPr>
      <w:sz w:val="24"/>
      <w:szCs w:val="24"/>
      <w:lang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D56581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93510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C93510"/>
    <w:rPr>
      <w:rFonts w:ascii="Lucida Grande" w:hAnsi="Lucida Grande"/>
      <w:sz w:val="18"/>
      <w:szCs w:val="18"/>
      <w:lang w:val="de-D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retopfirter:Documents:tutti:Bewegte%20Geschichten_12:geschichten%20fundus_BG:Geschichten_Klassierung_Vorlage_BG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Geschichten_Klassierung_Vorlage_BG.dot</Template>
  <TotalTime>0</TotalTime>
  <Pages>3</Pages>
  <Words>376</Words>
  <Characters>2144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Tranquilla Trampeltreu,</vt:lpstr>
    </vt:vector>
  </TitlesOfParts>
  <Company>reto pfirter</Company>
  <LinksUpToDate>false</LinksUpToDate>
  <CharactersWithSpaces>2632</CharactersWithSpaces>
  <SharedDoc>false</SharedDoc>
  <HLinks>
    <vt:vector size="6" baseType="variant">
      <vt:variant>
        <vt:i4>6684797</vt:i4>
      </vt:variant>
      <vt:variant>
        <vt:i4>4648</vt:i4>
      </vt:variant>
      <vt:variant>
        <vt:i4>1025</vt:i4>
      </vt:variant>
      <vt:variant>
        <vt:i4>1</vt:i4>
      </vt:variant>
      <vt:variant>
        <vt:lpwstr>bege_icon_e_rgb_25mm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Tranquilla Trampeltreu,</dc:title>
  <dc:subject/>
  <dc:creator>Reto Pfirter</dc:creator>
  <cp:keywords/>
  <cp:lastModifiedBy>eliane wacker</cp:lastModifiedBy>
  <cp:revision>2</cp:revision>
  <dcterms:created xsi:type="dcterms:W3CDTF">2016-09-27T08:45:00Z</dcterms:created>
  <dcterms:modified xsi:type="dcterms:W3CDTF">2016-09-27T08:45:00Z</dcterms:modified>
</cp:coreProperties>
</file>